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6C79A" w14:textId="273209FE" w:rsidR="009F57C6" w:rsidRDefault="00B86F66" w:rsidP="00182B3D">
      <w:pPr>
        <w:pStyle w:val="Heading1"/>
      </w:pPr>
      <w:bookmarkStart w:id="0" w:name="_GoBack"/>
      <w:bookmarkEnd w:id="0"/>
      <w:r>
        <w:t>Top 6 Most Common Bad Habits That You Need to Break</w:t>
      </w:r>
    </w:p>
    <w:p w14:paraId="45B61437" w14:textId="75324BA2" w:rsidR="003E5A79" w:rsidRDefault="003E5A79" w:rsidP="003E5A79"/>
    <w:p w14:paraId="258C74E6" w14:textId="41E71535" w:rsidR="003E5A79" w:rsidRDefault="00B86F66" w:rsidP="003E5A79">
      <w:r>
        <w:t xml:space="preserve">Your habits are what define </w:t>
      </w:r>
      <w:r w:rsidR="00566CE2">
        <w:t xml:space="preserve">you and help in shaping the person that you will become. Good habits will make you a better person overall, while bad habits tend to make you feel bad about yourself and can do you harm. </w:t>
      </w:r>
      <w:r w:rsidR="00433279">
        <w:t xml:space="preserve">While everyone wishes they could avoid engaging in bad habits, unfortunately, it's human nature and not something we can completely eliminate from our lives. </w:t>
      </w:r>
      <w:r w:rsidR="00B37933">
        <w:t xml:space="preserve">Here are six of the most common bad habits that you need to break, starting today. </w:t>
      </w:r>
    </w:p>
    <w:p w14:paraId="5D620A11" w14:textId="7E56C9E3" w:rsidR="00586704" w:rsidRDefault="00586704" w:rsidP="003E5A79"/>
    <w:p w14:paraId="628BFD87" w14:textId="349C15C1" w:rsidR="00C942D2" w:rsidRDefault="00B86F66" w:rsidP="003E5A79">
      <w:pPr>
        <w:rPr>
          <w:b/>
          <w:bCs/>
        </w:rPr>
      </w:pPr>
      <w:r>
        <w:rPr>
          <w:b/>
          <w:bCs/>
        </w:rPr>
        <w:t>Procrastination</w:t>
      </w:r>
    </w:p>
    <w:p w14:paraId="62FB6CA5" w14:textId="12CC8FF3" w:rsidR="00703965" w:rsidRDefault="00B86F66" w:rsidP="003E5A79">
      <w:r>
        <w:t>Procrastination is the single most common bad habit that many of u</w:t>
      </w:r>
      <w:r>
        <w:t xml:space="preserve">s deal with daily. </w:t>
      </w:r>
      <w:r w:rsidR="00502942">
        <w:t xml:space="preserve">Everyone procrastinates now and then, however, when you procrastinate on everything, it can become a real problem. </w:t>
      </w:r>
      <w:r w:rsidR="00AA769B">
        <w:t xml:space="preserve">When you </w:t>
      </w:r>
      <w:r w:rsidR="00774D66">
        <w:t xml:space="preserve">put </w:t>
      </w:r>
      <w:r w:rsidR="008040F8">
        <w:t xml:space="preserve">off doing </w:t>
      </w:r>
      <w:r w:rsidR="00774D66">
        <w:t>every</w:t>
      </w:r>
      <w:r w:rsidR="008040F8">
        <w:t xml:space="preserve"> vital task until the last minute, and miss deadlines, it becomes chronic procrastination. </w:t>
      </w:r>
    </w:p>
    <w:p w14:paraId="4CBB0A16" w14:textId="3E7EB94C" w:rsidR="00A112F1" w:rsidRDefault="00A112F1" w:rsidP="003E5A79"/>
    <w:p w14:paraId="1E976124" w14:textId="7C3F4533" w:rsidR="00A112F1" w:rsidRDefault="00B86F66" w:rsidP="003E5A79">
      <w:pPr>
        <w:rPr>
          <w:b/>
          <w:bCs/>
        </w:rPr>
      </w:pPr>
      <w:r>
        <w:rPr>
          <w:b/>
          <w:bCs/>
        </w:rPr>
        <w:t>M</w:t>
      </w:r>
      <w:r>
        <w:rPr>
          <w:b/>
          <w:bCs/>
        </w:rPr>
        <w:t>ultitasking</w:t>
      </w:r>
    </w:p>
    <w:p w14:paraId="224EAFAA" w14:textId="58BFD5F3" w:rsidR="00287726" w:rsidRDefault="00B86F66" w:rsidP="003E5A79">
      <w:r>
        <w:t>In today's hyper-connected world of constant distractions</w:t>
      </w:r>
      <w:r w:rsidR="0021739E">
        <w:t xml:space="preserve">, a lack of focus and inattentiveness in what you are doing or what you should be doing can turn into a significant issue. </w:t>
      </w:r>
      <w:r w:rsidR="009C11BF">
        <w:t>When you try to work on multiple things at the same time, you end up giving less attention to each task</w:t>
      </w:r>
      <w:r w:rsidR="00C226F8">
        <w:t>, which means nothing that you’re doing is being done well. Breaking the habit of multitasking won’t be easy.</w:t>
      </w:r>
    </w:p>
    <w:p w14:paraId="527FB2CA" w14:textId="07FAD9EF" w:rsidR="00C226F8" w:rsidRDefault="00C226F8" w:rsidP="003E5A79"/>
    <w:p w14:paraId="3D87648A" w14:textId="41FE48A8" w:rsidR="00C226F8" w:rsidRDefault="00B86F66" w:rsidP="003E5A79">
      <w:pPr>
        <w:rPr>
          <w:b/>
          <w:bCs/>
        </w:rPr>
      </w:pPr>
      <w:r>
        <w:rPr>
          <w:b/>
          <w:bCs/>
        </w:rPr>
        <w:t>Profanity</w:t>
      </w:r>
    </w:p>
    <w:p w14:paraId="533638D6" w14:textId="2F3C8E7C" w:rsidR="00C33B1F" w:rsidRDefault="00B86F66" w:rsidP="003E5A79">
      <w:r>
        <w:t>Everyone, at some point in their lives, has slipped up and used a bad word or inappropriate gest</w:t>
      </w:r>
      <w:r>
        <w:t xml:space="preserve">ure. While profanity </w:t>
      </w:r>
      <w:r w:rsidR="009F4C57">
        <w:t>can be spoken casually</w:t>
      </w:r>
      <w:r w:rsidR="00A121E6">
        <w:t xml:space="preserve">, most of the time it is used to debase someone or </w:t>
      </w:r>
      <w:r w:rsidR="002B254B">
        <w:t>something or</w:t>
      </w:r>
      <w:r w:rsidR="00A121E6">
        <w:t xml:space="preserve"> express strong emotion. </w:t>
      </w:r>
      <w:r w:rsidR="002B254B">
        <w:t xml:space="preserve">When you start to speak profanity casually, it can quickly become a habit, and be incredibly difficult to stop. </w:t>
      </w:r>
    </w:p>
    <w:p w14:paraId="41330A48" w14:textId="5E1E40D3" w:rsidR="00C22146" w:rsidRDefault="00C22146" w:rsidP="003E5A79"/>
    <w:p w14:paraId="49A9C23B" w14:textId="0267D0E2" w:rsidR="00C22146" w:rsidRDefault="00B86F66" w:rsidP="003E5A79">
      <w:pPr>
        <w:rPr>
          <w:b/>
          <w:bCs/>
        </w:rPr>
      </w:pPr>
      <w:r>
        <w:rPr>
          <w:b/>
          <w:bCs/>
        </w:rPr>
        <w:t xml:space="preserve">Nail </w:t>
      </w:r>
      <w:r w:rsidR="00F0351F">
        <w:rPr>
          <w:b/>
          <w:bCs/>
        </w:rPr>
        <w:t>Biting</w:t>
      </w:r>
    </w:p>
    <w:p w14:paraId="30FE0DAF" w14:textId="77777777" w:rsidR="00180D38" w:rsidRDefault="00B86F66" w:rsidP="003E5A79">
      <w:r>
        <w:t>Biting your nails is not only an embarrassing habit to have, but it can also be an incredibly unhealthy and unhygienic habit as well.</w:t>
      </w:r>
      <w:r w:rsidR="00433246">
        <w:t xml:space="preserve"> This bad habit usually starts</w:t>
      </w:r>
      <w:r w:rsidR="00337523">
        <w:t xml:space="preserve"> when you’re young, occurring most frequently in teenagers. </w:t>
      </w:r>
      <w:r w:rsidR="007F7B3C">
        <w:t>Classified as obsessive-compulsive behavior, nail biting is often triggered by nervousness or anxiety.</w:t>
      </w:r>
    </w:p>
    <w:p w14:paraId="7C0174E8" w14:textId="77777777" w:rsidR="00180D38" w:rsidRDefault="00180D38" w:rsidP="003E5A79"/>
    <w:p w14:paraId="7328190D" w14:textId="77777777" w:rsidR="009B6009" w:rsidRDefault="00B86F66" w:rsidP="003E5A79">
      <w:pPr>
        <w:rPr>
          <w:b/>
          <w:bCs/>
        </w:rPr>
      </w:pPr>
      <w:r>
        <w:rPr>
          <w:b/>
          <w:bCs/>
        </w:rPr>
        <w:lastRenderedPageBreak/>
        <w:t>Worrying About Things Beyond Your Control</w:t>
      </w:r>
    </w:p>
    <w:p w14:paraId="0A4C6AE7" w14:textId="1B266A67" w:rsidR="00C22146" w:rsidRDefault="00B86F66" w:rsidP="003E5A79">
      <w:r>
        <w:t xml:space="preserve">One of the most common emotions that we all experience is worry. We fear that things won't go well tomorrow, we worry </w:t>
      </w:r>
      <w:r w:rsidR="00CF258D">
        <w:t xml:space="preserve">about dying, and we worry that we'll lose everything that we have. </w:t>
      </w:r>
      <w:r w:rsidR="00022628">
        <w:t xml:space="preserve">Unfortunately, suffering is never useful. </w:t>
      </w:r>
      <w:r w:rsidR="00F64842">
        <w:t>When your worry is intense, and without solid ground, it can quickly become anxiety.</w:t>
      </w:r>
    </w:p>
    <w:p w14:paraId="2BCCC185" w14:textId="6928C575" w:rsidR="00F64842" w:rsidRDefault="00F64842" w:rsidP="003E5A79"/>
    <w:p w14:paraId="5C2C17E8" w14:textId="69FF042C" w:rsidR="00F64842" w:rsidRDefault="00B86F66" w:rsidP="003E5A79">
      <w:pPr>
        <w:rPr>
          <w:b/>
          <w:bCs/>
        </w:rPr>
      </w:pPr>
      <w:r>
        <w:rPr>
          <w:b/>
          <w:bCs/>
        </w:rPr>
        <w:t>Bad Sleep Habits</w:t>
      </w:r>
    </w:p>
    <w:p w14:paraId="3082E0D2" w14:textId="08E11428" w:rsidR="00775DC1" w:rsidRDefault="00B86F66" w:rsidP="003E5A79">
      <w:r>
        <w:t xml:space="preserve">Bad sleeping habits include sleeping too little, staying up too late, </w:t>
      </w:r>
      <w:r w:rsidR="00551051">
        <w:t xml:space="preserve">not having a consistent time to go to sleep and wake up, and sleeping too much. </w:t>
      </w:r>
      <w:r w:rsidR="004C4F81">
        <w:t>Going to bed and waking up at drastically different times can end up ruining your circadian rhythm</w:t>
      </w:r>
      <w:r w:rsidR="00ED1236">
        <w:t xml:space="preserve">, which is directly related to hormone production and cell regeneration. </w:t>
      </w:r>
    </w:p>
    <w:p w14:paraId="3DCEF5DC" w14:textId="47BABCA8" w:rsidR="00ED1236" w:rsidRDefault="00ED1236" w:rsidP="003E5A79"/>
    <w:p w14:paraId="61E45AA9" w14:textId="13A60B32" w:rsidR="00ED1236" w:rsidRPr="00775DC1" w:rsidRDefault="00B86F66" w:rsidP="003E5A79">
      <w:pPr>
        <w:rPr>
          <w:b/>
          <w:bCs/>
        </w:rPr>
      </w:pPr>
      <w:r>
        <w:t xml:space="preserve">These are just some of the more common bad habits that you could be facing. </w:t>
      </w:r>
      <w:r w:rsidR="00056D5B">
        <w:t>Fortunately, with some patience and hard work, you can eliminate any bad habit from your life.</w:t>
      </w:r>
    </w:p>
    <w:p w14:paraId="381EAB7B" w14:textId="77777777" w:rsidR="00C942D2" w:rsidRPr="00C942D2" w:rsidRDefault="00C942D2" w:rsidP="003E5A79">
      <w:pPr>
        <w:rPr>
          <w:b/>
          <w:bCs/>
        </w:rPr>
      </w:pPr>
    </w:p>
    <w:sectPr w:rsidR="00C942D2" w:rsidRPr="00C942D2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BC5"/>
    <w:rsid w:val="00022628"/>
    <w:rsid w:val="00056D5B"/>
    <w:rsid w:val="00083E9E"/>
    <w:rsid w:val="00180D38"/>
    <w:rsid w:val="00182B3D"/>
    <w:rsid w:val="0021739E"/>
    <w:rsid w:val="0023718C"/>
    <w:rsid w:val="002508B8"/>
    <w:rsid w:val="00287726"/>
    <w:rsid w:val="002B254B"/>
    <w:rsid w:val="002E4DCA"/>
    <w:rsid w:val="00337523"/>
    <w:rsid w:val="00385848"/>
    <w:rsid w:val="003E5A79"/>
    <w:rsid w:val="00433246"/>
    <w:rsid w:val="00433279"/>
    <w:rsid w:val="0047463E"/>
    <w:rsid w:val="004C015C"/>
    <w:rsid w:val="004C4F81"/>
    <w:rsid w:val="00502942"/>
    <w:rsid w:val="00551051"/>
    <w:rsid w:val="00566CE2"/>
    <w:rsid w:val="00586704"/>
    <w:rsid w:val="005A289E"/>
    <w:rsid w:val="00620786"/>
    <w:rsid w:val="00623ED3"/>
    <w:rsid w:val="00703965"/>
    <w:rsid w:val="00774D66"/>
    <w:rsid w:val="00775DC1"/>
    <w:rsid w:val="007F7B3C"/>
    <w:rsid w:val="008040F8"/>
    <w:rsid w:val="00995CB4"/>
    <w:rsid w:val="009B6009"/>
    <w:rsid w:val="009C11BF"/>
    <w:rsid w:val="009F4C57"/>
    <w:rsid w:val="009F57C6"/>
    <w:rsid w:val="00A112F1"/>
    <w:rsid w:val="00A121E6"/>
    <w:rsid w:val="00AA769B"/>
    <w:rsid w:val="00AC0754"/>
    <w:rsid w:val="00AE2BC5"/>
    <w:rsid w:val="00B37933"/>
    <w:rsid w:val="00B86F66"/>
    <w:rsid w:val="00C22146"/>
    <w:rsid w:val="00C226F8"/>
    <w:rsid w:val="00C33B1F"/>
    <w:rsid w:val="00C942D2"/>
    <w:rsid w:val="00CF258D"/>
    <w:rsid w:val="00D82AF1"/>
    <w:rsid w:val="00E35FB7"/>
    <w:rsid w:val="00ED1236"/>
    <w:rsid w:val="00F0351F"/>
    <w:rsid w:val="00F6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E2E6BE"/>
  <w15:chartTrackingRefBased/>
  <w15:docId w15:val="{5BE60CCC-8A87-7948-BCF2-BC9B812E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1</TotalTime>
  <Pages>2</Pages>
  <Words>473</Words>
  <Characters>2326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3</cp:revision>
  <dcterms:created xsi:type="dcterms:W3CDTF">2019-06-27T16:04:00Z</dcterms:created>
  <dcterms:modified xsi:type="dcterms:W3CDTF">2019-06-27T16:05:00Z</dcterms:modified>
  <cp:category/>
</cp:coreProperties>
</file>